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EF076C" w:rsidRDefault="00482D00" w:rsidP="00880F60">
      <w:pPr>
        <w:pStyle w:val="Title"/>
        <w:rPr>
          <w:lang w:val="es-AR"/>
        </w:rPr>
      </w:pPr>
      <w:r w:rsidRPr="004031EB">
        <w:rPr>
          <w:rFonts w:ascii="Georgia" w:eastAsia="Georgia" w:hAnsi="Georgia" w:cs="Georgia"/>
          <w:bCs/>
          <w:iCs/>
          <w:lang w:val="es-ES"/>
        </w:rPr>
        <w:t>Respuestas de Folleto D</w:t>
      </w:r>
    </w:p>
    <w:p w:rsidR="002F372E" w:rsidRPr="00EF076C" w:rsidRDefault="000C3312" w:rsidP="00585161">
      <w:pPr>
        <w:pStyle w:val="BodyText"/>
        <w:rPr>
          <w:lang w:val="es-AR"/>
        </w:rPr>
      </w:pPr>
    </w:p>
    <w:p w:rsidR="002F372E" w:rsidRPr="00EF076C" w:rsidRDefault="00482D00" w:rsidP="00880F60">
      <w:pPr>
        <w:pStyle w:val="Heading1"/>
        <w:rPr>
          <w:lang w:val="es-AR"/>
        </w:rPr>
      </w:pPr>
      <w:r w:rsidRPr="004031EB">
        <w:rPr>
          <w:rFonts w:ascii="Georgia" w:eastAsia="Georgia" w:hAnsi="Georgia" w:cs="Georgia"/>
          <w:iCs/>
          <w:lang w:val="es-ES"/>
        </w:rPr>
        <w:t>Una comparación: Respuestas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4736"/>
        <w:gridCol w:w="4408"/>
      </w:tblGrid>
      <w:tr w:rsidR="00C46710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4031EB" w:rsidRDefault="00482D00" w:rsidP="00E23C50">
            <w:pPr>
              <w:pStyle w:val="TableTitleGeorgia"/>
              <w:rPr>
                <w:lang w:val="en-US"/>
              </w:rPr>
            </w:pPr>
            <w:r w:rsidRPr="004031EB">
              <w:rPr>
                <w:rFonts w:eastAsia="Georgia" w:cs="Georgia"/>
                <w:bCs/>
                <w:iCs/>
                <w:color w:val="DC6900"/>
                <w:szCs w:val="20"/>
              </w:rPr>
              <w:t>Situación uno (Sistema chino)</w:t>
            </w:r>
          </w:p>
        </w:tc>
      </w:tr>
      <w:tr w:rsidR="00C46710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585161" w:rsidRPr="004031EB" w:rsidRDefault="00482D00" w:rsidP="004031EB">
            <w:pPr>
              <w:pStyle w:val="TableSecondLevelGeorgia"/>
            </w:pPr>
            <w:r w:rsidRPr="004031EB">
              <w:rPr>
                <w:rFonts w:eastAsia="Georgia" w:cs="Georgia"/>
                <w:color w:val="DC6900"/>
                <w:szCs w:val="20"/>
                <w:lang w:val="es-ES"/>
              </w:rPr>
              <w:t>Ventajas</w:t>
            </w:r>
          </w:p>
        </w:tc>
        <w:tc>
          <w:tcPr>
            <w:tcW w:w="4408" w:type="dxa"/>
          </w:tcPr>
          <w:p w:rsidR="00585161" w:rsidRPr="004031EB" w:rsidRDefault="00482D00" w:rsidP="004031EB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31EB">
              <w:rPr>
                <w:rFonts w:eastAsia="Georgia" w:cs="Georgia"/>
                <w:color w:val="DC6900"/>
                <w:szCs w:val="20"/>
                <w:lang w:val="es-ES"/>
              </w:rPr>
              <w:t>Desventajas</w:t>
            </w:r>
          </w:p>
        </w:tc>
      </w:tr>
      <w:tr w:rsidR="00C46710" w:rsidRPr="00EF076C" w:rsidTr="004031EB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9C7A24" w:rsidRPr="00EF076C" w:rsidRDefault="00482D00" w:rsidP="004031EB">
            <w:pPr>
              <w:pStyle w:val="TableBulletGeorgia"/>
              <w:rPr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>Todo el proceso es más rápido.</w:t>
            </w:r>
          </w:p>
          <w:p w:rsidR="009C7A24" w:rsidRPr="00EF076C" w:rsidRDefault="00482D00" w:rsidP="004031EB">
            <w:pPr>
              <w:pStyle w:val="TableBulletGeorgia"/>
              <w:rPr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>Usted cobra su dinero de inmediato.</w:t>
            </w:r>
          </w:p>
          <w:p w:rsidR="00585161" w:rsidRPr="00EF076C" w:rsidRDefault="00482D00" w:rsidP="004031EB">
            <w:pPr>
              <w:pStyle w:val="TableBulletGeorgia"/>
              <w:rPr>
                <w:szCs w:val="20"/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>Como la compañía de seguros no participa, sus primas probablemente no aumenten.</w:t>
            </w:r>
          </w:p>
        </w:tc>
        <w:tc>
          <w:tcPr>
            <w:tcW w:w="4408" w:type="dxa"/>
          </w:tcPr>
          <w:p w:rsidR="009C7A24" w:rsidRPr="00EF076C" w:rsidRDefault="00482D00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 xml:space="preserve">El policía puede hacer un mal cálculo de </w:t>
            </w: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br/>
              <w:t>los daños.</w:t>
            </w:r>
          </w:p>
          <w:p w:rsidR="009C7A24" w:rsidRPr="00EF076C" w:rsidRDefault="00482D00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 xml:space="preserve">Puede haber otros daños que no conoce sino hasta después y que tendría que pagar de su bolsillo. </w:t>
            </w:r>
          </w:p>
          <w:p w:rsidR="00585161" w:rsidRPr="00EF076C" w:rsidRDefault="00482D00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>No tendrá manera de contactar a la otra persona involucrada en el accidente si sucede algo más adelante.</w:t>
            </w:r>
          </w:p>
        </w:tc>
      </w:tr>
      <w:tr w:rsidR="00C46710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4031EB" w:rsidRDefault="00482D00" w:rsidP="00E23C50">
            <w:pPr>
              <w:pStyle w:val="TableTitleGeorgia"/>
              <w:rPr>
                <w:szCs w:val="28"/>
                <w:lang w:val="en-US"/>
              </w:rPr>
            </w:pPr>
            <w:r w:rsidRPr="004031EB">
              <w:rPr>
                <w:rFonts w:eastAsia="Georgia" w:cs="Georgia"/>
                <w:bCs/>
                <w:iCs/>
                <w:color w:val="DC6900"/>
                <w:szCs w:val="20"/>
              </w:rPr>
              <w:t>Situación dos (Sistema estadounidense)</w:t>
            </w:r>
          </w:p>
        </w:tc>
      </w:tr>
      <w:tr w:rsidR="00C46710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585161" w:rsidRPr="004031EB" w:rsidRDefault="00482D00" w:rsidP="00C53BCA">
            <w:pPr>
              <w:pStyle w:val="TableSecondLevelGeorgia"/>
            </w:pPr>
            <w:r w:rsidRPr="004031EB">
              <w:rPr>
                <w:rFonts w:eastAsia="Georgia" w:cs="Georgia"/>
                <w:color w:val="DC6900"/>
                <w:szCs w:val="20"/>
                <w:lang w:val="es-ES"/>
              </w:rPr>
              <w:t>Ventajas</w:t>
            </w:r>
          </w:p>
        </w:tc>
        <w:tc>
          <w:tcPr>
            <w:tcW w:w="4408" w:type="dxa"/>
          </w:tcPr>
          <w:p w:rsidR="00585161" w:rsidRPr="004031EB" w:rsidRDefault="00482D00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31EB">
              <w:rPr>
                <w:rFonts w:eastAsia="Georgia" w:cs="Georgia"/>
                <w:color w:val="DC6900"/>
                <w:szCs w:val="20"/>
                <w:lang w:val="es-ES"/>
              </w:rPr>
              <w:t>Desventajas</w:t>
            </w:r>
          </w:p>
        </w:tc>
      </w:tr>
      <w:tr w:rsidR="00C46710" w:rsidRPr="00EF076C" w:rsidTr="004031EB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9C7A24" w:rsidRPr="00EF076C" w:rsidRDefault="00482D00" w:rsidP="009C7A24">
            <w:pPr>
              <w:pStyle w:val="TableBulletGeorgia"/>
              <w:rPr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 xml:space="preserve">Puede encontrar a la persona si lo necesita; ellos </w:t>
            </w:r>
            <w:r w:rsidRPr="004031EB">
              <w:rPr>
                <w:rFonts w:eastAsia="Georgia" w:cs="Georgia"/>
                <w:szCs w:val="20"/>
                <w:lang w:val="es-ES"/>
              </w:rPr>
              <w:br/>
              <w:t>no pueden evadir sus responsabilidades.</w:t>
            </w:r>
          </w:p>
          <w:p w:rsidR="009C7A24" w:rsidRPr="00EF076C" w:rsidRDefault="00482D00" w:rsidP="009C7A24">
            <w:pPr>
              <w:pStyle w:val="TableBulletGeorgia"/>
              <w:rPr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 xml:space="preserve">No terminará pagando demasiado porque </w:t>
            </w:r>
            <w:r w:rsidRPr="004031EB">
              <w:rPr>
                <w:rFonts w:eastAsia="Georgia" w:cs="Georgia"/>
                <w:szCs w:val="20"/>
                <w:lang w:val="es-ES"/>
              </w:rPr>
              <w:br/>
              <w:t>tiene diferentes estimaciones para reparaciones; la persona no puede engañarlo.</w:t>
            </w:r>
          </w:p>
          <w:p w:rsidR="00585161" w:rsidRPr="00EF076C" w:rsidRDefault="00482D00" w:rsidP="00EF076C">
            <w:pPr>
              <w:pStyle w:val="TableBulletGeorgia"/>
              <w:rPr>
                <w:rFonts w:cs="Arial"/>
                <w:szCs w:val="20"/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>Tiene una compañía que pagará los daños para que usted no tenga que pagar mucho dinero todo junto.</w:t>
            </w:r>
          </w:p>
        </w:tc>
        <w:tc>
          <w:tcPr>
            <w:tcW w:w="4408" w:type="dxa"/>
          </w:tcPr>
          <w:p w:rsidR="009C7A24" w:rsidRPr="00EF076C" w:rsidRDefault="00482D00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 xml:space="preserve">Lleva mucho tiempo conseguir el dinero que </w:t>
            </w: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br/>
              <w:t>le deben.</w:t>
            </w:r>
          </w:p>
          <w:p w:rsidR="009C7A24" w:rsidRPr="00EF076C" w:rsidRDefault="00482D00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 xml:space="preserve">Sus primas de seguro probablemente </w:t>
            </w: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br/>
              <w:t>aumentarán.</w:t>
            </w:r>
          </w:p>
          <w:p w:rsidR="00585161" w:rsidRPr="00EF076C" w:rsidRDefault="00482D00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es-ES"/>
              </w:rPr>
              <w:t>El accidente puede quedar registrado en su registro de conducir porque usted presentó una denuncia policial.</w:t>
            </w:r>
          </w:p>
        </w:tc>
      </w:tr>
      <w:tr w:rsidR="00C46710" w:rsidTr="004031E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4031EB" w:rsidRPr="00EF076C" w:rsidRDefault="00482D00" w:rsidP="004031EB">
            <w:pPr>
              <w:pStyle w:val="TableTextGeorgia"/>
              <w:rPr>
                <w:lang w:val="es-AR"/>
              </w:rPr>
            </w:pPr>
            <w:r w:rsidRPr="004031EB">
              <w:rPr>
                <w:rFonts w:eastAsia="Georgia" w:cs="Georgia"/>
                <w:szCs w:val="20"/>
                <w:lang w:val="es-ES"/>
              </w:rPr>
              <w:t xml:space="preserve">Creo que el sistema ______________ tiene más sentido para el manejo de accidentes </w:t>
            </w:r>
            <w:r w:rsidRPr="004031EB">
              <w:rPr>
                <w:rFonts w:eastAsia="Georgia" w:cs="Georgia"/>
                <w:szCs w:val="20"/>
                <w:lang w:val="es-ES"/>
              </w:rPr>
              <w:br/>
              <w:t>automovilísticos, porque</w:t>
            </w:r>
          </w:p>
          <w:p w:rsidR="00D93278" w:rsidRPr="00EF076C" w:rsidRDefault="000C3312" w:rsidP="004031EB">
            <w:pPr>
              <w:pStyle w:val="TableTextGeorgia"/>
              <w:rPr>
                <w:lang w:val="es-AR"/>
              </w:rPr>
            </w:pPr>
            <w:bookmarkStart w:id="0" w:name="_GoBack"/>
            <w:bookmarkEnd w:id="0"/>
          </w:p>
          <w:p w:rsidR="00E23C50" w:rsidRPr="004031EB" w:rsidRDefault="00482D00" w:rsidP="004031EB">
            <w:pPr>
              <w:pStyle w:val="TableTextGeorgia"/>
              <w:rPr>
                <w:b/>
              </w:rPr>
            </w:pPr>
            <w:r w:rsidRPr="004031EB">
              <w:rPr>
                <w:rFonts w:eastAsia="Georgia" w:cs="Georgia"/>
                <w:b/>
                <w:bCs/>
                <w:szCs w:val="20"/>
                <w:lang w:val="es-ES"/>
              </w:rPr>
              <w:t>[Las respuestas de los estudiantes serán variadas.  Lo importante es que respalden su decisión con motivos y hechos]. _____________________________________________________________</w:t>
            </w:r>
          </w:p>
          <w:p w:rsidR="009C7A24" w:rsidRPr="004031EB" w:rsidRDefault="000C3312" w:rsidP="004031EB">
            <w:pPr>
              <w:pStyle w:val="TableTextGeorgia"/>
            </w:pPr>
          </w:p>
        </w:tc>
      </w:tr>
    </w:tbl>
    <w:p w:rsidR="00585161" w:rsidRPr="004031EB" w:rsidRDefault="000C3312" w:rsidP="004031EB">
      <w:pPr>
        <w:pStyle w:val="BodyText"/>
        <w:rPr>
          <w:lang w:val="en-US"/>
        </w:rPr>
      </w:pPr>
    </w:p>
    <w:p w:rsidR="00585161" w:rsidRPr="004031EB" w:rsidRDefault="000C3312" w:rsidP="004031EB">
      <w:pPr>
        <w:pStyle w:val="BodyText"/>
        <w:rPr>
          <w:lang w:val="en-US"/>
        </w:rPr>
      </w:pPr>
    </w:p>
    <w:sectPr w:rsidR="00585161" w:rsidRPr="004031EB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D00" w:rsidRDefault="00482D00" w:rsidP="00C46710">
      <w:pPr>
        <w:spacing w:after="0" w:line="240" w:lineRule="auto"/>
      </w:pPr>
      <w:r>
        <w:separator/>
      </w:r>
    </w:p>
  </w:endnote>
  <w:endnote w:type="continuationSeparator" w:id="0">
    <w:p w:rsidR="00482D00" w:rsidRDefault="00482D00" w:rsidP="00C4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0C3312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3.55pt;width:450.55pt;height:37.5pt;z-index:251658240" filled="f" stroked="f">
          <v:textbox style="mso-fit-shape-to-text:t" inset="0,0,0,0">
            <w:txbxContent>
              <w:p w:rsidR="009B0E4C" w:rsidRPr="00EF076C" w:rsidRDefault="00482D00" w:rsidP="00EB0A5E">
                <w:pPr>
                  <w:pStyle w:val="Copyright"/>
                  <w:spacing w:after="150" w:line="150" w:lineRule="exact"/>
                  <w:rPr>
                    <w:lang w:val="es-AR"/>
                  </w:rPr>
                </w:pPr>
                <w:r w:rsidRPr="00EB0A5E">
                  <w:rPr>
                    <w:rFonts w:eastAsia="Arial"/>
                    <w:lang w:val="es-ES"/>
                  </w:rPr>
                  <w:t>© 201</w:t>
                </w:r>
                <w:r w:rsidR="00EF076C">
                  <w:rPr>
                    <w:rFonts w:eastAsia="Arial"/>
                    <w:lang w:val="es-ES"/>
                  </w:rPr>
                  <w:t xml:space="preserve">2 PricewaterhouseCoopers LLP. Todos los derechos reservados. </w:t>
                </w:r>
                <w:proofErr w:type="spellStart"/>
                <w:r w:rsidRPr="00EB0A5E">
                  <w:rPr>
                    <w:rFonts w:eastAsia="Arial"/>
                    <w:lang w:val="es-ES"/>
                  </w:rPr>
                  <w:t>PwC</w:t>
                </w:r>
                <w:proofErr w:type="spellEnd"/>
                <w:r w:rsidRPr="00EB0A5E">
                  <w:rPr>
                    <w:rFonts w:eastAsia="Arial"/>
                    <w:lang w:val="es-ES"/>
                  </w:rPr>
                  <w:t xml:space="preserve"> se refiere a la empresa miembro de los Estados Unidos y puede referi</w:t>
                </w:r>
                <w:r w:rsidR="00EF076C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EB0A5E">
                  <w:rPr>
                    <w:rFonts w:eastAsia="Arial"/>
                    <w:lang w:val="es-ES"/>
                  </w:rPr>
                  <w:t xml:space="preserve">Cada empresa miembro es una entidad </w:t>
                </w:r>
                <w:r w:rsidR="00EF076C">
                  <w:rPr>
                    <w:rFonts w:eastAsia="Arial"/>
                    <w:lang w:val="es-ES"/>
                  </w:rPr>
                  <w:t xml:space="preserve">legal separada. </w:t>
                </w:r>
                <w:r w:rsidRPr="00EB0A5E">
                  <w:rPr>
                    <w:rFonts w:eastAsia="Arial"/>
                    <w:lang w:val="es-ES"/>
                  </w:rPr>
                  <w:t>Consulte www.pwc.com/struct</w:t>
                </w:r>
                <w:r w:rsidR="00EF076C">
                  <w:rPr>
                    <w:rFonts w:eastAsia="Arial"/>
                    <w:lang w:val="es-ES"/>
                  </w:rPr>
                  <w:t xml:space="preserve">ure para obtener más detalles. </w:t>
                </w:r>
                <w:r w:rsidRPr="00EB0A5E">
                  <w:rPr>
                    <w:rFonts w:eastAsia="Arial"/>
                    <w:lang w:val="es-ES"/>
                  </w:rPr>
                  <w:t xml:space="preserve">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482D00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D00" w:rsidRDefault="00482D00" w:rsidP="00C46710">
      <w:pPr>
        <w:spacing w:after="0" w:line="240" w:lineRule="auto"/>
      </w:pPr>
      <w:r>
        <w:separator/>
      </w:r>
    </w:p>
  </w:footnote>
  <w:footnote w:type="continuationSeparator" w:id="0">
    <w:p w:rsidR="00482D00" w:rsidRDefault="00482D00" w:rsidP="00C46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C46710" w:rsidTr="0084517A">
      <w:tc>
        <w:tcPr>
          <w:tcW w:w="5000" w:type="pct"/>
        </w:tcPr>
        <w:p w:rsidR="002F372E" w:rsidRPr="009B5B65" w:rsidRDefault="000C331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C331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482D00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C1A89B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056341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4D29FD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42E73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05C563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682120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32815A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29C55D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AE27CA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A1B046E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0DAAE7C" w:tentative="1">
      <w:start w:val="1"/>
      <w:numFmt w:val="lowerLetter"/>
      <w:lvlText w:val="%2."/>
      <w:lvlJc w:val="left"/>
      <w:pPr>
        <w:ind w:left="2246" w:hanging="360"/>
      </w:pPr>
    </w:lvl>
    <w:lvl w:ilvl="2" w:tplc="35A8B934" w:tentative="1">
      <w:start w:val="1"/>
      <w:numFmt w:val="lowerRoman"/>
      <w:lvlText w:val="%3."/>
      <w:lvlJc w:val="right"/>
      <w:pPr>
        <w:ind w:left="2966" w:hanging="180"/>
      </w:pPr>
    </w:lvl>
    <w:lvl w:ilvl="3" w:tplc="9D80BC3A" w:tentative="1">
      <w:start w:val="1"/>
      <w:numFmt w:val="decimal"/>
      <w:lvlText w:val="%4."/>
      <w:lvlJc w:val="left"/>
      <w:pPr>
        <w:ind w:left="3686" w:hanging="360"/>
      </w:pPr>
    </w:lvl>
    <w:lvl w:ilvl="4" w:tplc="A6CA1D7E" w:tentative="1">
      <w:start w:val="1"/>
      <w:numFmt w:val="lowerLetter"/>
      <w:lvlText w:val="%5."/>
      <w:lvlJc w:val="left"/>
      <w:pPr>
        <w:ind w:left="4406" w:hanging="360"/>
      </w:pPr>
    </w:lvl>
    <w:lvl w:ilvl="5" w:tplc="E1900FF8" w:tentative="1">
      <w:start w:val="1"/>
      <w:numFmt w:val="lowerRoman"/>
      <w:lvlText w:val="%6."/>
      <w:lvlJc w:val="right"/>
      <w:pPr>
        <w:ind w:left="5126" w:hanging="180"/>
      </w:pPr>
    </w:lvl>
    <w:lvl w:ilvl="6" w:tplc="E098DB18" w:tentative="1">
      <w:start w:val="1"/>
      <w:numFmt w:val="decimal"/>
      <w:lvlText w:val="%7."/>
      <w:lvlJc w:val="left"/>
      <w:pPr>
        <w:ind w:left="5846" w:hanging="360"/>
      </w:pPr>
    </w:lvl>
    <w:lvl w:ilvl="7" w:tplc="B9FEBDD6" w:tentative="1">
      <w:start w:val="1"/>
      <w:numFmt w:val="lowerLetter"/>
      <w:lvlText w:val="%8."/>
      <w:lvlJc w:val="left"/>
      <w:pPr>
        <w:ind w:left="6566" w:hanging="360"/>
      </w:pPr>
    </w:lvl>
    <w:lvl w:ilvl="8" w:tplc="3028D63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0BE941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E84142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610D7D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108DC8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C38B9F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D1E533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5BA4C6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802F8F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C1569FF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9A924C8"/>
    <w:multiLevelType w:val="hybridMultilevel"/>
    <w:tmpl w:val="53045734"/>
    <w:lvl w:ilvl="0" w:tplc="073CE3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5497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B96F1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5A0C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F4B3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2906F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D8675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366B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A0E32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ECB680E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F5AAA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6CC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9A6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EF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7C8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F48E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C4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6F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A1AE183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AF2D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67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CA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960C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DA8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62A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64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BE72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5350199"/>
    <w:multiLevelType w:val="hybridMultilevel"/>
    <w:tmpl w:val="F0EAE1D8"/>
    <w:lvl w:ilvl="0" w:tplc="F2962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1E04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B607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E2BC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E4C308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788E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AC7F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A222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0363C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4"/>
  </w:num>
  <w:num w:numId="8">
    <w:abstractNumId w:val="19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20"/>
  </w:num>
  <w:num w:numId="46">
    <w:abstractNumId w:val="13"/>
  </w:num>
  <w:num w:numId="47">
    <w:abstractNumId w:val="13"/>
  </w:num>
  <w:num w:numId="48">
    <w:abstractNumId w:val="2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710"/>
    <w:rsid w:val="000C3312"/>
    <w:rsid w:val="00482D00"/>
    <w:rsid w:val="00C46710"/>
    <w:rsid w:val="00E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4031EB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E1544-9518-BB41-9A13-AED83461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207</Words>
  <Characters>1180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2011-08-15T10:00:00Z</cp:lastPrinted>
  <dcterms:created xsi:type="dcterms:W3CDTF">2012-12-31T15:39:00Z</dcterms:created>
  <dcterms:modified xsi:type="dcterms:W3CDTF">2012-12-31T15:39:00Z</dcterms:modified>
</cp:coreProperties>
</file>